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0E495" w14:textId="77777777" w:rsidR="00717F42" w:rsidRDefault="00717F42" w:rsidP="009E02ED">
      <w:pPr>
        <w:tabs>
          <w:tab w:val="left" w:pos="709"/>
        </w:tabs>
        <w:spacing w:line="360" w:lineRule="auto"/>
        <w:ind w:left="709" w:hanging="709"/>
        <w:jc w:val="center"/>
        <w:rPr>
          <w:rFonts w:ascii="Arial" w:hAnsi="Arial" w:cs="Arial"/>
          <w:b/>
          <w:sz w:val="22"/>
          <w:szCs w:val="22"/>
        </w:rPr>
      </w:pPr>
    </w:p>
    <w:p w14:paraId="73E960BD" w14:textId="77777777" w:rsidR="00BF26CF" w:rsidRPr="00AF7B60" w:rsidRDefault="00BF26CF" w:rsidP="00BF26CF">
      <w:pPr>
        <w:spacing w:before="120" w:line="360" w:lineRule="auto"/>
        <w:jc w:val="right"/>
        <w:rPr>
          <w:rFonts w:ascii="Arial" w:hAnsi="Arial" w:cs="Arial"/>
          <w:bCs/>
          <w:sz w:val="18"/>
          <w:szCs w:val="18"/>
        </w:rPr>
      </w:pPr>
      <w:r w:rsidRPr="00AF7B60">
        <w:rPr>
          <w:rFonts w:ascii="Arial" w:hAnsi="Arial" w:cs="Arial"/>
          <w:b/>
          <w:bCs/>
          <w:sz w:val="18"/>
          <w:szCs w:val="18"/>
        </w:rPr>
        <w:t xml:space="preserve">Załącznik nr 1 </w:t>
      </w:r>
    </w:p>
    <w:p w14:paraId="5B3128AC" w14:textId="77777777" w:rsidR="00BF26CF" w:rsidRPr="00611168" w:rsidRDefault="00BF26CF" w:rsidP="00BF26CF">
      <w:pPr>
        <w:spacing w:before="12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611168">
        <w:rPr>
          <w:rFonts w:ascii="Arial" w:hAnsi="Arial" w:cs="Arial"/>
          <w:bCs/>
          <w:sz w:val="24"/>
          <w:szCs w:val="24"/>
        </w:rPr>
        <w:t>________________________</w:t>
      </w:r>
    </w:p>
    <w:p w14:paraId="07F22BA0" w14:textId="77777777" w:rsidR="00BF26CF" w:rsidRPr="00611168" w:rsidRDefault="00BF26CF" w:rsidP="00BF26CF">
      <w:pPr>
        <w:spacing w:before="12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611168">
        <w:rPr>
          <w:rFonts w:ascii="Arial" w:hAnsi="Arial" w:cs="Arial"/>
          <w:bCs/>
          <w:sz w:val="24"/>
          <w:szCs w:val="24"/>
        </w:rPr>
        <w:t>________________________</w:t>
      </w:r>
    </w:p>
    <w:p w14:paraId="70804422" w14:textId="77777777" w:rsidR="00BF26CF" w:rsidRPr="00611168" w:rsidRDefault="00BF26CF" w:rsidP="00BF26CF">
      <w:pPr>
        <w:spacing w:before="12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611168">
        <w:rPr>
          <w:rFonts w:ascii="Arial" w:hAnsi="Arial" w:cs="Arial"/>
          <w:bCs/>
          <w:sz w:val="24"/>
          <w:szCs w:val="24"/>
        </w:rPr>
        <w:t>________________________</w:t>
      </w:r>
    </w:p>
    <w:p w14:paraId="03C2B03C" w14:textId="77777777" w:rsidR="00BF26CF" w:rsidRDefault="00BF26CF" w:rsidP="00BF26CF">
      <w:pPr>
        <w:spacing w:before="12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611168">
        <w:rPr>
          <w:rFonts w:ascii="Arial" w:hAnsi="Arial" w:cs="Arial"/>
          <w:bCs/>
          <w:sz w:val="24"/>
          <w:szCs w:val="24"/>
        </w:rPr>
        <w:t>(Nazwa</w:t>
      </w:r>
      <w:r>
        <w:rPr>
          <w:rFonts w:ascii="Arial" w:hAnsi="Arial" w:cs="Arial"/>
          <w:bCs/>
          <w:sz w:val="24"/>
          <w:szCs w:val="24"/>
        </w:rPr>
        <w:t>,</w:t>
      </w:r>
      <w:r w:rsidRPr="00611168">
        <w:rPr>
          <w:rFonts w:ascii="Arial" w:hAnsi="Arial" w:cs="Arial"/>
          <w:bCs/>
          <w:sz w:val="24"/>
          <w:szCs w:val="24"/>
        </w:rPr>
        <w:t xml:space="preserve"> adres</w:t>
      </w:r>
      <w:r>
        <w:rPr>
          <w:rFonts w:ascii="Arial" w:hAnsi="Arial" w:cs="Arial"/>
          <w:bCs/>
          <w:sz w:val="24"/>
          <w:szCs w:val="24"/>
        </w:rPr>
        <w:t>, nr telefonu, NIP</w:t>
      </w:r>
      <w:r w:rsidRPr="00611168">
        <w:rPr>
          <w:rFonts w:ascii="Arial" w:hAnsi="Arial" w:cs="Arial"/>
          <w:bCs/>
          <w:sz w:val="24"/>
          <w:szCs w:val="24"/>
        </w:rPr>
        <w:t xml:space="preserve"> wykonawcy)</w:t>
      </w:r>
    </w:p>
    <w:p w14:paraId="5EEFA637" w14:textId="77777777" w:rsidR="00BF26CF" w:rsidRDefault="00BF26CF" w:rsidP="00BF26CF">
      <w:pPr>
        <w:spacing w:before="12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2AC88391" w14:textId="77777777" w:rsidR="00BF26CF" w:rsidRPr="00611168" w:rsidRDefault="00BF26CF" w:rsidP="00BF26CF">
      <w:pPr>
        <w:spacing w:before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11168">
        <w:rPr>
          <w:rFonts w:ascii="Arial" w:hAnsi="Arial" w:cs="Arial"/>
          <w:b/>
          <w:bCs/>
          <w:sz w:val="24"/>
          <w:szCs w:val="24"/>
        </w:rPr>
        <w:t>FORMULARZ OFERTY</w:t>
      </w:r>
    </w:p>
    <w:p w14:paraId="696C279E" w14:textId="77777777" w:rsidR="00BF26CF" w:rsidRPr="00611168" w:rsidRDefault="00BF26CF" w:rsidP="00BF26CF">
      <w:pPr>
        <w:spacing w:before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538BF59" w14:textId="77777777" w:rsidR="00BF26CF" w:rsidRPr="00611168" w:rsidRDefault="00BF26CF" w:rsidP="00BF26CF">
      <w:pPr>
        <w:spacing w:before="12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11168">
        <w:rPr>
          <w:rFonts w:ascii="Arial" w:hAnsi="Arial" w:cs="Arial"/>
          <w:b/>
          <w:bCs/>
          <w:sz w:val="24"/>
          <w:szCs w:val="24"/>
        </w:rPr>
        <w:t xml:space="preserve">Skarb Państwa - Państwowe Gospodarstwo Leśne Lasy Państwowe </w:t>
      </w:r>
    </w:p>
    <w:p w14:paraId="1D11A934" w14:textId="77777777" w:rsidR="00BF26CF" w:rsidRPr="00611168" w:rsidRDefault="00BF26CF" w:rsidP="00BF26CF">
      <w:pPr>
        <w:spacing w:before="12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11168">
        <w:rPr>
          <w:rFonts w:ascii="Arial" w:hAnsi="Arial" w:cs="Arial"/>
          <w:b/>
          <w:bCs/>
          <w:sz w:val="24"/>
          <w:szCs w:val="24"/>
        </w:rPr>
        <w:t xml:space="preserve">Nadleśnictwo Kolbudy </w:t>
      </w:r>
      <w:r w:rsidRPr="00611168">
        <w:rPr>
          <w:rFonts w:ascii="Arial" w:hAnsi="Arial" w:cs="Arial"/>
          <w:b/>
          <w:bCs/>
          <w:sz w:val="24"/>
          <w:szCs w:val="24"/>
        </w:rPr>
        <w:tab/>
      </w:r>
    </w:p>
    <w:p w14:paraId="4994EAB6" w14:textId="77777777" w:rsidR="00BF26CF" w:rsidRPr="00611168" w:rsidRDefault="00BF26CF" w:rsidP="00BF26CF">
      <w:pPr>
        <w:spacing w:before="12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11168">
        <w:rPr>
          <w:rFonts w:ascii="Arial" w:hAnsi="Arial" w:cs="Arial"/>
          <w:b/>
          <w:bCs/>
          <w:sz w:val="24"/>
          <w:szCs w:val="24"/>
        </w:rPr>
        <w:t>ul. Osiedle Leśników 15,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611168">
        <w:rPr>
          <w:rFonts w:ascii="Arial" w:hAnsi="Arial" w:cs="Arial"/>
          <w:b/>
          <w:bCs/>
          <w:sz w:val="24"/>
          <w:szCs w:val="24"/>
        </w:rPr>
        <w:t xml:space="preserve">83-050 Kolbudy </w:t>
      </w:r>
    </w:p>
    <w:p w14:paraId="70FD1225" w14:textId="77777777" w:rsidR="00BF26CF" w:rsidRPr="00611168" w:rsidRDefault="00BF26CF" w:rsidP="00BF26CF">
      <w:pPr>
        <w:spacing w:before="12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37AE00F7" w14:textId="03ABE4B1" w:rsidR="00BF26CF" w:rsidRPr="00611168" w:rsidRDefault="00BF26CF" w:rsidP="00BF26CF">
      <w:pPr>
        <w:spacing w:before="12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611168">
        <w:rPr>
          <w:rFonts w:ascii="Arial" w:hAnsi="Arial" w:cs="Arial"/>
          <w:bCs/>
          <w:sz w:val="24"/>
          <w:szCs w:val="24"/>
        </w:rPr>
        <w:t xml:space="preserve">Odpowiadając na zaproszenie do składania ofert w postępowaniu przetargowym </w:t>
      </w:r>
      <w:r>
        <w:rPr>
          <w:rFonts w:ascii="Arial" w:hAnsi="Arial" w:cs="Arial"/>
          <w:bCs/>
          <w:sz w:val="24"/>
          <w:szCs w:val="24"/>
        </w:rPr>
        <w:t xml:space="preserve">w trybie wyboru ofert </w:t>
      </w:r>
      <w:r w:rsidRPr="00611168">
        <w:rPr>
          <w:rFonts w:ascii="Arial" w:hAnsi="Arial" w:cs="Arial"/>
          <w:bCs/>
          <w:sz w:val="24"/>
          <w:szCs w:val="24"/>
        </w:rPr>
        <w:t>na</w:t>
      </w:r>
      <w:r>
        <w:rPr>
          <w:rFonts w:ascii="Arial" w:hAnsi="Arial" w:cs="Arial"/>
          <w:bCs/>
          <w:sz w:val="24"/>
          <w:szCs w:val="24"/>
        </w:rPr>
        <w:t> </w:t>
      </w:r>
      <w:r w:rsidRPr="00611168">
        <w:rPr>
          <w:rFonts w:ascii="Arial" w:hAnsi="Arial" w:cs="Arial"/>
          <w:bCs/>
          <w:sz w:val="24"/>
          <w:szCs w:val="24"/>
        </w:rPr>
        <w:t xml:space="preserve">usługę pod </w:t>
      </w:r>
      <w:r w:rsidR="00145699" w:rsidRPr="00611168">
        <w:rPr>
          <w:rFonts w:ascii="Arial" w:hAnsi="Arial" w:cs="Arial"/>
          <w:bCs/>
          <w:sz w:val="24"/>
          <w:szCs w:val="24"/>
        </w:rPr>
        <w:t>nazwą</w:t>
      </w:r>
      <w:r w:rsidR="00145699">
        <w:rPr>
          <w:rFonts w:ascii="Arial" w:hAnsi="Arial" w:cs="Arial"/>
          <w:bCs/>
          <w:sz w:val="24"/>
          <w:szCs w:val="24"/>
        </w:rPr>
        <w:t xml:space="preserve"> </w:t>
      </w:r>
      <w:r w:rsidR="00145699" w:rsidRPr="000A5E78">
        <w:rPr>
          <w:rFonts w:ascii="Arial" w:hAnsi="Arial" w:cs="Arial"/>
          <w:bCs/>
          <w:sz w:val="24"/>
          <w:szCs w:val="24"/>
        </w:rPr>
        <w:t>„</w:t>
      </w:r>
      <w:r w:rsidR="006047D6">
        <w:rPr>
          <w:rFonts w:ascii="Arial" w:hAnsi="Arial" w:cs="Arial"/>
          <w:bCs/>
          <w:sz w:val="24"/>
          <w:szCs w:val="24"/>
        </w:rPr>
        <w:t xml:space="preserve">Przygotowanie terenu pod rozbudowę drogi powiatowej nr 2204G na odcinku </w:t>
      </w:r>
      <w:proofErr w:type="spellStart"/>
      <w:r w:rsidR="006047D6">
        <w:rPr>
          <w:rFonts w:ascii="Arial" w:hAnsi="Arial" w:cs="Arial"/>
          <w:bCs/>
          <w:sz w:val="24"/>
          <w:szCs w:val="24"/>
        </w:rPr>
        <w:t>Czapielsk</w:t>
      </w:r>
      <w:proofErr w:type="spellEnd"/>
      <w:r w:rsidR="006047D6">
        <w:rPr>
          <w:rFonts w:ascii="Arial" w:hAnsi="Arial" w:cs="Arial"/>
          <w:bCs/>
          <w:sz w:val="24"/>
          <w:szCs w:val="24"/>
        </w:rPr>
        <w:t>-Buszkowy wraz z budową ciągu pieszo-jezdnego, kanalizacji deszczowej i rozbudową oświetlenia ulicznego”</w:t>
      </w:r>
      <w:r w:rsidR="000A5E78" w:rsidRPr="000A5E78">
        <w:rPr>
          <w:rFonts w:ascii="Arial" w:hAnsi="Arial" w:cs="Arial"/>
          <w:bCs/>
          <w:sz w:val="24"/>
          <w:szCs w:val="24"/>
        </w:rPr>
        <w:t xml:space="preserve"> </w:t>
      </w:r>
      <w:r w:rsidR="000A5E78">
        <w:rPr>
          <w:rFonts w:ascii="Arial" w:hAnsi="Arial" w:cs="Arial"/>
          <w:bCs/>
          <w:sz w:val="24"/>
          <w:szCs w:val="24"/>
        </w:rPr>
        <w:t>-</w:t>
      </w:r>
      <w:r w:rsidRPr="00611168">
        <w:rPr>
          <w:rFonts w:ascii="Arial" w:hAnsi="Arial" w:cs="Arial"/>
          <w:bCs/>
          <w:sz w:val="24"/>
          <w:szCs w:val="24"/>
        </w:rPr>
        <w:t xml:space="preserve"> składam niniejszym ofertę.</w:t>
      </w:r>
    </w:p>
    <w:p w14:paraId="0EB2127A" w14:textId="77777777" w:rsidR="00BF26CF" w:rsidRPr="00611168" w:rsidRDefault="00BF26CF" w:rsidP="00BF26CF">
      <w:pPr>
        <w:spacing w:before="120" w:line="360" w:lineRule="auto"/>
        <w:ind w:left="709" w:hanging="709"/>
        <w:jc w:val="both"/>
        <w:rPr>
          <w:rFonts w:ascii="Arial" w:hAnsi="Arial" w:cs="Arial"/>
          <w:bCs/>
          <w:sz w:val="24"/>
          <w:szCs w:val="24"/>
        </w:rPr>
      </w:pPr>
      <w:r w:rsidRPr="00611168">
        <w:rPr>
          <w:rFonts w:ascii="Arial" w:hAnsi="Arial" w:cs="Arial"/>
          <w:bCs/>
          <w:sz w:val="24"/>
          <w:szCs w:val="24"/>
        </w:rPr>
        <w:t xml:space="preserve">1. </w:t>
      </w:r>
      <w:r w:rsidRPr="00611168">
        <w:rPr>
          <w:rFonts w:ascii="Arial" w:hAnsi="Arial" w:cs="Arial"/>
          <w:bCs/>
          <w:sz w:val="24"/>
          <w:szCs w:val="24"/>
        </w:rPr>
        <w:tab/>
        <w:t xml:space="preserve">Za wykonanie przedmiotu zamówienia zgodnie z dokumentacją postępowania oferujemy następujące wynagrodzenie brutto: ____________________________________________ PLN, w tym </w:t>
      </w:r>
      <w:r w:rsidRPr="00AD4E4F">
        <w:rPr>
          <w:rFonts w:ascii="Arial" w:hAnsi="Arial" w:cs="Arial"/>
          <w:bCs/>
          <w:sz w:val="24"/>
          <w:szCs w:val="24"/>
        </w:rPr>
        <w:t xml:space="preserve">VAT </w:t>
      </w:r>
      <w:r>
        <w:rPr>
          <w:rFonts w:ascii="Arial" w:hAnsi="Arial" w:cs="Arial"/>
          <w:bCs/>
          <w:sz w:val="24"/>
          <w:szCs w:val="24"/>
        </w:rPr>
        <w:t>23</w:t>
      </w:r>
      <w:r w:rsidRPr="00AD4E4F">
        <w:rPr>
          <w:rFonts w:ascii="Arial" w:hAnsi="Arial" w:cs="Arial"/>
          <w:bCs/>
          <w:sz w:val="24"/>
          <w:szCs w:val="24"/>
        </w:rPr>
        <w:t xml:space="preserve">% </w:t>
      </w:r>
      <w:r w:rsidRPr="00611168">
        <w:rPr>
          <w:rFonts w:ascii="Arial" w:hAnsi="Arial" w:cs="Arial"/>
          <w:bCs/>
          <w:sz w:val="24"/>
          <w:szCs w:val="24"/>
        </w:rPr>
        <w:t xml:space="preserve">w kwocie ____________________________________ zgodnie z poniższą kalkulacją: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0"/>
        <w:gridCol w:w="1551"/>
        <w:gridCol w:w="1241"/>
        <w:gridCol w:w="1446"/>
        <w:gridCol w:w="1447"/>
        <w:gridCol w:w="1447"/>
      </w:tblGrid>
      <w:tr w:rsidR="00BF26CF" w:rsidRPr="00611168" w14:paraId="1480A11C" w14:textId="77777777" w:rsidTr="002A1678">
        <w:trPr>
          <w:jc w:val="center"/>
        </w:trPr>
        <w:tc>
          <w:tcPr>
            <w:tcW w:w="1810" w:type="dxa"/>
            <w:vAlign w:val="center"/>
          </w:tcPr>
          <w:p w14:paraId="607B81C0" w14:textId="77777777" w:rsidR="00BF26CF" w:rsidRPr="00611168" w:rsidRDefault="00BF26CF" w:rsidP="002A167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1168">
              <w:rPr>
                <w:rFonts w:ascii="Arial" w:hAnsi="Arial" w:cs="Arial"/>
                <w:sz w:val="24"/>
                <w:szCs w:val="24"/>
              </w:rPr>
              <w:t>Czynność</w:t>
            </w:r>
          </w:p>
        </w:tc>
        <w:tc>
          <w:tcPr>
            <w:tcW w:w="1551" w:type="dxa"/>
            <w:vAlign w:val="center"/>
          </w:tcPr>
          <w:p w14:paraId="7D2D7BC3" w14:textId="77777777" w:rsidR="00BF26CF" w:rsidRPr="00611168" w:rsidRDefault="00BF26CF" w:rsidP="002A167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1168">
              <w:rPr>
                <w:rFonts w:ascii="Arial" w:hAnsi="Arial" w:cs="Arial"/>
                <w:sz w:val="24"/>
                <w:szCs w:val="24"/>
              </w:rPr>
              <w:t>Cena jednostkowa netto/szt.</w:t>
            </w:r>
          </w:p>
        </w:tc>
        <w:tc>
          <w:tcPr>
            <w:tcW w:w="1241" w:type="dxa"/>
            <w:vAlign w:val="center"/>
          </w:tcPr>
          <w:p w14:paraId="54F1DFF3" w14:textId="77777777" w:rsidR="00BF26CF" w:rsidRPr="00611168" w:rsidRDefault="00BF26CF" w:rsidP="002A167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1168">
              <w:rPr>
                <w:rFonts w:ascii="Arial" w:hAnsi="Arial" w:cs="Arial"/>
                <w:sz w:val="24"/>
                <w:szCs w:val="24"/>
              </w:rPr>
              <w:t>Ilość</w:t>
            </w:r>
          </w:p>
        </w:tc>
        <w:tc>
          <w:tcPr>
            <w:tcW w:w="1446" w:type="dxa"/>
            <w:vAlign w:val="center"/>
          </w:tcPr>
          <w:p w14:paraId="5E294DB5" w14:textId="77777777" w:rsidR="00BF26CF" w:rsidRPr="00611168" w:rsidRDefault="00BF26CF" w:rsidP="002A167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1168">
              <w:rPr>
                <w:rFonts w:ascii="Arial" w:hAnsi="Arial" w:cs="Arial"/>
                <w:sz w:val="24"/>
                <w:szCs w:val="24"/>
              </w:rPr>
              <w:t>Wartość netto</w:t>
            </w:r>
          </w:p>
        </w:tc>
        <w:tc>
          <w:tcPr>
            <w:tcW w:w="1447" w:type="dxa"/>
            <w:vAlign w:val="center"/>
          </w:tcPr>
          <w:p w14:paraId="71971030" w14:textId="77777777" w:rsidR="00BF26CF" w:rsidRPr="00611168" w:rsidRDefault="00BF26CF" w:rsidP="002A167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1168">
              <w:rPr>
                <w:rFonts w:ascii="Arial" w:hAnsi="Arial" w:cs="Arial"/>
                <w:sz w:val="24"/>
                <w:szCs w:val="24"/>
              </w:rPr>
              <w:t>Wartość podatku VAT (</w:t>
            </w:r>
            <w:r>
              <w:rPr>
                <w:rFonts w:ascii="Arial" w:hAnsi="Arial" w:cs="Arial"/>
                <w:sz w:val="24"/>
                <w:szCs w:val="24"/>
              </w:rPr>
              <w:t>23</w:t>
            </w:r>
            <w:r w:rsidRPr="00611168">
              <w:rPr>
                <w:rFonts w:ascii="Arial" w:hAnsi="Arial" w:cs="Arial"/>
                <w:sz w:val="24"/>
                <w:szCs w:val="24"/>
              </w:rPr>
              <w:t>%)</w:t>
            </w:r>
          </w:p>
        </w:tc>
        <w:tc>
          <w:tcPr>
            <w:tcW w:w="1447" w:type="dxa"/>
            <w:vAlign w:val="center"/>
          </w:tcPr>
          <w:p w14:paraId="4B54EFCE" w14:textId="77777777" w:rsidR="00BF26CF" w:rsidRPr="00611168" w:rsidRDefault="00BF26CF" w:rsidP="002A167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1168">
              <w:rPr>
                <w:rFonts w:ascii="Arial" w:hAnsi="Arial" w:cs="Arial"/>
                <w:sz w:val="24"/>
                <w:szCs w:val="24"/>
              </w:rPr>
              <w:t>Wartość brutto</w:t>
            </w:r>
          </w:p>
        </w:tc>
      </w:tr>
      <w:tr w:rsidR="00BF26CF" w:rsidRPr="00611168" w14:paraId="0467DA5D" w14:textId="77777777" w:rsidTr="002A1678">
        <w:trPr>
          <w:jc w:val="center"/>
        </w:trPr>
        <w:tc>
          <w:tcPr>
            <w:tcW w:w="1810" w:type="dxa"/>
            <w:vAlign w:val="center"/>
          </w:tcPr>
          <w:p w14:paraId="25B15889" w14:textId="52C6555A" w:rsidR="00BF26CF" w:rsidRPr="00611168" w:rsidRDefault="000B3F44" w:rsidP="002A167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Pozyskanie i z</w:t>
            </w:r>
            <w:r w:rsidR="00BF26CF">
              <w:rPr>
                <w:rFonts w:ascii="Arial" w:hAnsi="Arial" w:cs="Arial"/>
                <w:sz w:val="24"/>
                <w:szCs w:val="24"/>
              </w:rPr>
              <w:t>rywka drewna</w:t>
            </w:r>
          </w:p>
        </w:tc>
        <w:tc>
          <w:tcPr>
            <w:tcW w:w="1551" w:type="dxa"/>
            <w:vAlign w:val="center"/>
          </w:tcPr>
          <w:p w14:paraId="1F9E3D70" w14:textId="77777777" w:rsidR="00BF26CF" w:rsidRPr="00611168" w:rsidRDefault="00BF26CF" w:rsidP="002A167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4A7B7F9" w14:textId="77777777" w:rsidR="00BF26CF" w:rsidRPr="00611168" w:rsidRDefault="00BF26CF" w:rsidP="002A167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01498D79" w14:textId="3A190E86" w:rsidR="00BF26CF" w:rsidRPr="00611168" w:rsidRDefault="006047D6" w:rsidP="002A167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390</w:t>
            </w:r>
            <w:r w:rsidR="00BF26CF">
              <w:rPr>
                <w:rFonts w:ascii="Arial" w:hAnsi="Arial" w:cs="Arial"/>
                <w:sz w:val="24"/>
                <w:szCs w:val="24"/>
              </w:rPr>
              <w:t xml:space="preserve"> m3</w:t>
            </w:r>
          </w:p>
        </w:tc>
        <w:tc>
          <w:tcPr>
            <w:tcW w:w="1446" w:type="dxa"/>
            <w:vAlign w:val="center"/>
          </w:tcPr>
          <w:p w14:paraId="7DC50F67" w14:textId="77777777" w:rsidR="00BF26CF" w:rsidRPr="00611168" w:rsidRDefault="00BF26CF" w:rsidP="002A167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" w:type="dxa"/>
            <w:vAlign w:val="center"/>
          </w:tcPr>
          <w:p w14:paraId="0BECE852" w14:textId="77777777" w:rsidR="00BF26CF" w:rsidRPr="00611168" w:rsidRDefault="00BF26CF" w:rsidP="002A167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" w:type="dxa"/>
            <w:vAlign w:val="center"/>
          </w:tcPr>
          <w:p w14:paraId="1A994139" w14:textId="77777777" w:rsidR="00BF26CF" w:rsidRPr="00611168" w:rsidRDefault="00BF26CF" w:rsidP="002A167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26CF" w:rsidRPr="00611168" w14:paraId="27EC3B1C" w14:textId="77777777" w:rsidTr="002A1678">
        <w:trPr>
          <w:jc w:val="center"/>
        </w:trPr>
        <w:tc>
          <w:tcPr>
            <w:tcW w:w="1810" w:type="dxa"/>
            <w:vAlign w:val="center"/>
          </w:tcPr>
          <w:p w14:paraId="1F30CD2C" w14:textId="77777777" w:rsidR="00BF26CF" w:rsidRPr="00611168" w:rsidRDefault="00BF26CF" w:rsidP="002A167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Uprzątnięcie gruntu</w:t>
            </w:r>
          </w:p>
        </w:tc>
        <w:tc>
          <w:tcPr>
            <w:tcW w:w="1551" w:type="dxa"/>
            <w:vAlign w:val="center"/>
          </w:tcPr>
          <w:p w14:paraId="2E3BCAFB" w14:textId="77777777" w:rsidR="00BF26CF" w:rsidRPr="00611168" w:rsidRDefault="00BF26CF" w:rsidP="002A167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46E6C94A" w14:textId="27D2386A" w:rsidR="00BF26CF" w:rsidRPr="00611168" w:rsidRDefault="006047D6" w:rsidP="002A167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0,53</w:t>
            </w:r>
            <w:r w:rsidR="00BF26CF">
              <w:rPr>
                <w:rFonts w:ascii="Arial" w:hAnsi="Arial" w:cs="Arial"/>
                <w:sz w:val="24"/>
                <w:szCs w:val="24"/>
              </w:rPr>
              <w:t xml:space="preserve"> ha</w:t>
            </w:r>
          </w:p>
        </w:tc>
        <w:tc>
          <w:tcPr>
            <w:tcW w:w="1446" w:type="dxa"/>
            <w:vAlign w:val="center"/>
          </w:tcPr>
          <w:p w14:paraId="1EC4E803" w14:textId="77777777" w:rsidR="00BF26CF" w:rsidRPr="00611168" w:rsidRDefault="00BF26CF" w:rsidP="002A167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" w:type="dxa"/>
            <w:vAlign w:val="center"/>
          </w:tcPr>
          <w:p w14:paraId="0305838D" w14:textId="77777777" w:rsidR="00BF26CF" w:rsidRPr="00611168" w:rsidRDefault="00BF26CF" w:rsidP="002A167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" w:type="dxa"/>
            <w:vAlign w:val="center"/>
          </w:tcPr>
          <w:p w14:paraId="05945E24" w14:textId="77777777" w:rsidR="00BF26CF" w:rsidRPr="00611168" w:rsidRDefault="00BF26CF" w:rsidP="002A167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26CF" w:rsidRPr="00611168" w14:paraId="41B48641" w14:textId="77777777" w:rsidTr="002A1678">
        <w:trPr>
          <w:trHeight w:val="460"/>
          <w:jc w:val="center"/>
        </w:trPr>
        <w:tc>
          <w:tcPr>
            <w:tcW w:w="1810" w:type="dxa"/>
            <w:vAlign w:val="center"/>
          </w:tcPr>
          <w:p w14:paraId="2CA47C34" w14:textId="77777777" w:rsidR="00BF26CF" w:rsidRPr="00611168" w:rsidRDefault="00BF26CF" w:rsidP="002A167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11168"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1551" w:type="dxa"/>
            <w:vAlign w:val="center"/>
          </w:tcPr>
          <w:p w14:paraId="3D3D95B8" w14:textId="77777777" w:rsidR="00BF26CF" w:rsidRPr="00611168" w:rsidRDefault="00BF26CF" w:rsidP="002A167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7EA58639" w14:textId="77777777" w:rsidR="00BF26CF" w:rsidRPr="00611168" w:rsidRDefault="00BF26CF" w:rsidP="002A167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46" w:type="dxa"/>
            <w:vAlign w:val="center"/>
          </w:tcPr>
          <w:p w14:paraId="2F1B4114" w14:textId="77777777" w:rsidR="00BF26CF" w:rsidRPr="00611168" w:rsidRDefault="00BF26CF" w:rsidP="002A167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" w:type="dxa"/>
            <w:vAlign w:val="center"/>
          </w:tcPr>
          <w:p w14:paraId="439C6638" w14:textId="77777777" w:rsidR="00BF26CF" w:rsidRPr="00611168" w:rsidRDefault="00BF26CF" w:rsidP="002A167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" w:type="dxa"/>
            <w:vAlign w:val="center"/>
          </w:tcPr>
          <w:p w14:paraId="620A56E5" w14:textId="77777777" w:rsidR="00BF26CF" w:rsidRPr="00611168" w:rsidRDefault="00BF26CF" w:rsidP="002A167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58F3724" w14:textId="77777777" w:rsidR="00BF26CF" w:rsidRPr="00611168" w:rsidRDefault="00BF26CF" w:rsidP="00BF26CF">
      <w:pPr>
        <w:spacing w:before="120" w:line="360" w:lineRule="auto"/>
        <w:ind w:left="5670"/>
        <w:jc w:val="center"/>
        <w:rPr>
          <w:rFonts w:ascii="Arial" w:hAnsi="Arial" w:cs="Arial"/>
          <w:bCs/>
          <w:sz w:val="24"/>
          <w:szCs w:val="24"/>
        </w:rPr>
      </w:pPr>
    </w:p>
    <w:p w14:paraId="22433D84" w14:textId="77777777" w:rsidR="00BF26CF" w:rsidRPr="00611168" w:rsidRDefault="00BF26CF" w:rsidP="00BF26CF">
      <w:pPr>
        <w:spacing w:before="120" w:line="360" w:lineRule="auto"/>
        <w:ind w:left="709" w:hanging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</w:t>
      </w:r>
      <w:r w:rsidRPr="00611168">
        <w:rPr>
          <w:rFonts w:ascii="Arial" w:hAnsi="Arial" w:cs="Arial"/>
          <w:bCs/>
          <w:sz w:val="24"/>
          <w:szCs w:val="24"/>
        </w:rPr>
        <w:t>.</w:t>
      </w:r>
      <w:r w:rsidRPr="00611168">
        <w:rPr>
          <w:rFonts w:ascii="Arial" w:hAnsi="Arial" w:cs="Arial"/>
          <w:bCs/>
          <w:sz w:val="24"/>
          <w:szCs w:val="24"/>
        </w:rPr>
        <w:tab/>
        <w:t>Oświadczamy, że zapoznaliśmy się z dokumentacją zamówienia, w tym także ze wzorem umowy i uzyskaliśmy wszelkie informacje niezbędne do</w:t>
      </w:r>
      <w:r>
        <w:rPr>
          <w:rFonts w:ascii="Arial" w:hAnsi="Arial" w:cs="Arial"/>
          <w:bCs/>
          <w:sz w:val="24"/>
          <w:szCs w:val="24"/>
        </w:rPr>
        <w:t> </w:t>
      </w:r>
      <w:r w:rsidRPr="00611168">
        <w:rPr>
          <w:rFonts w:ascii="Arial" w:hAnsi="Arial" w:cs="Arial"/>
          <w:bCs/>
          <w:sz w:val="24"/>
          <w:szCs w:val="24"/>
        </w:rPr>
        <w:t>przygotowania niniejszej oferty. W przypadku wyboru naszej oferty zobowiązujemy się do zawarcia umowy zgodnej z niniejszą ofertą oraz</w:t>
      </w:r>
      <w:r>
        <w:rPr>
          <w:rFonts w:ascii="Arial" w:hAnsi="Arial" w:cs="Arial"/>
          <w:bCs/>
          <w:sz w:val="24"/>
          <w:szCs w:val="24"/>
        </w:rPr>
        <w:t> </w:t>
      </w:r>
      <w:r w:rsidRPr="00611168">
        <w:rPr>
          <w:rFonts w:ascii="Arial" w:hAnsi="Arial" w:cs="Arial"/>
          <w:bCs/>
          <w:sz w:val="24"/>
          <w:szCs w:val="24"/>
        </w:rPr>
        <w:t>w</w:t>
      </w:r>
      <w:r>
        <w:rPr>
          <w:rFonts w:ascii="Arial" w:hAnsi="Arial" w:cs="Arial"/>
          <w:bCs/>
          <w:sz w:val="24"/>
          <w:szCs w:val="24"/>
        </w:rPr>
        <w:t> </w:t>
      </w:r>
      <w:r w:rsidRPr="00611168">
        <w:rPr>
          <w:rFonts w:ascii="Arial" w:hAnsi="Arial" w:cs="Arial"/>
          <w:bCs/>
          <w:sz w:val="24"/>
          <w:szCs w:val="24"/>
        </w:rPr>
        <w:t>miejscu i terminie wyznaczonym przez Zamawiającego.</w:t>
      </w:r>
    </w:p>
    <w:p w14:paraId="089BB7D7" w14:textId="77777777" w:rsidR="00BF26CF" w:rsidRDefault="00BF26CF" w:rsidP="00BF26CF">
      <w:pPr>
        <w:spacing w:before="120" w:line="36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</w:t>
      </w:r>
      <w:r w:rsidRPr="00611168">
        <w:rPr>
          <w:rFonts w:ascii="Arial" w:hAnsi="Arial" w:cs="Arial"/>
          <w:bCs/>
          <w:sz w:val="24"/>
          <w:szCs w:val="24"/>
        </w:rPr>
        <w:t xml:space="preserve">. </w:t>
      </w:r>
      <w:r w:rsidRPr="00611168">
        <w:rPr>
          <w:rFonts w:ascii="Arial" w:hAnsi="Arial" w:cs="Arial"/>
          <w:bCs/>
          <w:sz w:val="24"/>
          <w:szCs w:val="24"/>
        </w:rPr>
        <w:tab/>
        <w:t>Oświadczamy, że uważamy się za związanych niniejszą ofertą.</w:t>
      </w:r>
      <w:r w:rsidRPr="00611168">
        <w:rPr>
          <w:rFonts w:ascii="Arial" w:hAnsi="Arial" w:cs="Arial"/>
          <w:sz w:val="24"/>
          <w:szCs w:val="24"/>
        </w:rPr>
        <w:t xml:space="preserve"> </w:t>
      </w:r>
    </w:p>
    <w:p w14:paraId="58E86023" w14:textId="77777777" w:rsidR="00BF26CF" w:rsidRDefault="00BF26CF" w:rsidP="00BF26CF">
      <w:pPr>
        <w:spacing w:before="120" w:line="36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  <w:t>Oświadczamy, że dysponujemy odpowiednimi zasobami maszynowymi i osobowymi do wykonania zadania.</w:t>
      </w:r>
    </w:p>
    <w:p w14:paraId="1FC849B3" w14:textId="0D57AF3D" w:rsidR="00295B5C" w:rsidRDefault="00295B5C" w:rsidP="00BF26CF">
      <w:pPr>
        <w:spacing w:before="120" w:line="36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ab/>
        <w:t>Oświadczamy, że ponosimy pełną odpowiedzialność za organizację ruchu podczas wykonania prac.</w:t>
      </w:r>
    </w:p>
    <w:p w14:paraId="65BCFEEC" w14:textId="25560BCC" w:rsidR="00BF26CF" w:rsidRPr="00611168" w:rsidRDefault="00295B5C" w:rsidP="00BF26CF">
      <w:pPr>
        <w:spacing w:before="120" w:line="36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 w:rsidR="00BF26CF" w:rsidRPr="00611168">
        <w:rPr>
          <w:rFonts w:ascii="Arial" w:hAnsi="Arial" w:cs="Arial"/>
          <w:sz w:val="24"/>
          <w:szCs w:val="24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1007B313" w14:textId="2DE56C48" w:rsidR="00BF26CF" w:rsidRDefault="00295B5C" w:rsidP="00BF26CF">
      <w:pPr>
        <w:spacing w:before="120" w:line="36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BF26CF" w:rsidRPr="00611168">
        <w:rPr>
          <w:rFonts w:ascii="Arial" w:hAnsi="Arial" w:cs="Arial"/>
          <w:sz w:val="24"/>
          <w:szCs w:val="24"/>
        </w:rPr>
        <w:t xml:space="preserve">. </w:t>
      </w:r>
      <w:r w:rsidR="00BF26CF">
        <w:rPr>
          <w:rFonts w:ascii="Arial" w:hAnsi="Arial" w:cs="Arial"/>
          <w:sz w:val="24"/>
          <w:szCs w:val="24"/>
        </w:rPr>
        <w:t xml:space="preserve">  </w:t>
      </w:r>
      <w:r w:rsidR="00BF26CF">
        <w:rPr>
          <w:rFonts w:ascii="Arial" w:hAnsi="Arial" w:cs="Arial"/>
          <w:sz w:val="24"/>
          <w:szCs w:val="24"/>
        </w:rPr>
        <w:tab/>
      </w:r>
      <w:r w:rsidR="000A5E78" w:rsidRPr="000A5E78">
        <w:rPr>
          <w:rFonts w:ascii="Arial" w:hAnsi="Arial" w:cs="Arial"/>
          <w:sz w:val="24"/>
          <w:szCs w:val="24"/>
        </w:rPr>
        <w:t xml:space="preserve">Oświadczam, że nie podlegam wykluczeniu z postępowania na podstawie art. 7 ustawy z dnia 13 kwietnia 2022 r. o szczególnych rozwiązaniach w zakresie przeciwdziałania wspieraniu agresji na Ukrainę oraz służących ochronie bezpieczeństwa narodowego (Dz.U. </w:t>
      </w:r>
      <w:r w:rsidR="008224C9" w:rsidRPr="000A5E78">
        <w:rPr>
          <w:rFonts w:ascii="Arial" w:hAnsi="Arial" w:cs="Arial"/>
          <w:sz w:val="24"/>
          <w:szCs w:val="24"/>
        </w:rPr>
        <w:t>202</w:t>
      </w:r>
      <w:r w:rsidR="008224C9">
        <w:rPr>
          <w:rFonts w:ascii="Arial" w:hAnsi="Arial" w:cs="Arial"/>
          <w:sz w:val="24"/>
          <w:szCs w:val="24"/>
        </w:rPr>
        <w:t>5</w:t>
      </w:r>
      <w:r w:rsidR="000A5E78" w:rsidRPr="000A5E78">
        <w:rPr>
          <w:rFonts w:ascii="Arial" w:hAnsi="Arial" w:cs="Arial"/>
          <w:sz w:val="24"/>
          <w:szCs w:val="24"/>
        </w:rPr>
        <w:t xml:space="preserve">, poz. </w:t>
      </w:r>
      <w:r w:rsidR="008224C9">
        <w:rPr>
          <w:rFonts w:ascii="Arial" w:hAnsi="Arial" w:cs="Arial"/>
          <w:sz w:val="24"/>
          <w:szCs w:val="24"/>
        </w:rPr>
        <w:t>514</w:t>
      </w:r>
      <w:r w:rsidR="000A5E78" w:rsidRPr="000A5E78">
        <w:rPr>
          <w:rFonts w:ascii="Arial" w:hAnsi="Arial" w:cs="Arial"/>
          <w:sz w:val="24"/>
          <w:szCs w:val="24"/>
        </w:rPr>
        <w:t>).</w:t>
      </w:r>
    </w:p>
    <w:p w14:paraId="6F692570" w14:textId="77777777" w:rsidR="000A5E78" w:rsidRDefault="000A5E78" w:rsidP="00BF26CF">
      <w:pPr>
        <w:spacing w:before="120" w:line="360" w:lineRule="auto"/>
        <w:ind w:left="709" w:hanging="709"/>
        <w:jc w:val="both"/>
        <w:rPr>
          <w:rFonts w:ascii="Arial" w:hAnsi="Arial" w:cs="Arial"/>
          <w:sz w:val="24"/>
          <w:szCs w:val="24"/>
        </w:rPr>
      </w:pPr>
    </w:p>
    <w:p w14:paraId="121A5969" w14:textId="77777777" w:rsidR="000A5E78" w:rsidRPr="00611168" w:rsidRDefault="000A5E78" w:rsidP="00BF26CF">
      <w:pPr>
        <w:spacing w:before="120" w:line="360" w:lineRule="auto"/>
        <w:ind w:left="709" w:hanging="709"/>
        <w:jc w:val="both"/>
        <w:rPr>
          <w:rFonts w:ascii="Arial" w:hAnsi="Arial" w:cs="Arial"/>
          <w:sz w:val="24"/>
          <w:szCs w:val="24"/>
        </w:rPr>
      </w:pPr>
    </w:p>
    <w:p w14:paraId="126DA79D" w14:textId="77777777" w:rsidR="00BF26CF" w:rsidRPr="00611168" w:rsidRDefault="00BF26CF" w:rsidP="00BF26CF">
      <w:pPr>
        <w:spacing w:before="12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13C3DEFF" w14:textId="77777777" w:rsidR="00BF26CF" w:rsidRPr="00611168" w:rsidRDefault="00BF26CF" w:rsidP="00BF26CF">
      <w:pPr>
        <w:spacing w:before="120" w:line="360" w:lineRule="auto"/>
        <w:ind w:left="3969"/>
        <w:jc w:val="center"/>
        <w:rPr>
          <w:rFonts w:ascii="Arial" w:hAnsi="Arial" w:cs="Arial"/>
          <w:bCs/>
          <w:sz w:val="24"/>
          <w:szCs w:val="24"/>
        </w:rPr>
      </w:pPr>
      <w:bookmarkStart w:id="0" w:name="_Hlk43743063"/>
      <w:r w:rsidRPr="00611168">
        <w:rPr>
          <w:rFonts w:ascii="Arial" w:hAnsi="Arial" w:cs="Arial"/>
          <w:bCs/>
          <w:sz w:val="24"/>
          <w:szCs w:val="24"/>
        </w:rPr>
        <w:t>_____________________________________</w:t>
      </w:r>
      <w:r w:rsidRPr="00611168">
        <w:rPr>
          <w:rFonts w:ascii="Arial" w:hAnsi="Arial" w:cs="Arial"/>
          <w:bCs/>
          <w:sz w:val="24"/>
          <w:szCs w:val="24"/>
        </w:rPr>
        <w:br/>
      </w:r>
      <w:bookmarkStart w:id="1" w:name="_Hlk43743043"/>
      <w:r w:rsidRPr="00611168">
        <w:rPr>
          <w:rFonts w:ascii="Arial" w:hAnsi="Arial" w:cs="Arial"/>
          <w:bCs/>
          <w:sz w:val="24"/>
          <w:szCs w:val="24"/>
        </w:rPr>
        <w:br/>
        <w:t>(podpis)</w:t>
      </w:r>
    </w:p>
    <w:p w14:paraId="5C4E8F83" w14:textId="77777777" w:rsidR="00BF26CF" w:rsidRPr="00611168" w:rsidRDefault="00BF26CF" w:rsidP="00BF26CF">
      <w:pPr>
        <w:spacing w:before="120" w:line="360" w:lineRule="auto"/>
        <w:rPr>
          <w:rFonts w:ascii="Arial" w:hAnsi="Arial" w:cs="Arial"/>
          <w:bCs/>
          <w:sz w:val="24"/>
          <w:szCs w:val="24"/>
        </w:rPr>
      </w:pPr>
    </w:p>
    <w:bookmarkEnd w:id="0"/>
    <w:bookmarkEnd w:id="1"/>
    <w:p w14:paraId="4CE47B3E" w14:textId="77777777" w:rsidR="00BF26CF" w:rsidRPr="00611168" w:rsidRDefault="00BF26CF" w:rsidP="00BF26CF">
      <w:pPr>
        <w:spacing w:before="120" w:line="360" w:lineRule="auto"/>
        <w:rPr>
          <w:rFonts w:ascii="Arial" w:hAnsi="Arial" w:cs="Arial"/>
          <w:bCs/>
          <w:sz w:val="24"/>
          <w:szCs w:val="24"/>
        </w:rPr>
      </w:pPr>
    </w:p>
    <w:p w14:paraId="2863AD36" w14:textId="77777777" w:rsidR="007668F0" w:rsidRPr="00FE2151" w:rsidRDefault="007668F0" w:rsidP="00BF26CF">
      <w:pPr>
        <w:tabs>
          <w:tab w:val="left" w:pos="709"/>
        </w:tabs>
        <w:spacing w:line="360" w:lineRule="auto"/>
        <w:ind w:left="709" w:hanging="709"/>
        <w:jc w:val="center"/>
        <w:rPr>
          <w:rFonts w:ascii="Arial" w:hAnsi="Arial" w:cs="Arial"/>
          <w:b/>
        </w:rPr>
      </w:pPr>
    </w:p>
    <w:sectPr w:rsidR="007668F0" w:rsidRPr="00FE2151" w:rsidSect="00677357">
      <w:footerReference w:type="default" r:id="rId8"/>
      <w:pgSz w:w="11906" w:h="16838"/>
      <w:pgMar w:top="851" w:right="1134" w:bottom="851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7299B" w14:textId="77777777" w:rsidR="00771E5E" w:rsidRDefault="00771E5E" w:rsidP="001C7663">
      <w:r>
        <w:separator/>
      </w:r>
    </w:p>
  </w:endnote>
  <w:endnote w:type="continuationSeparator" w:id="0">
    <w:p w14:paraId="786703CC" w14:textId="77777777" w:rsidR="00771E5E" w:rsidRDefault="00771E5E" w:rsidP="001C7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3842775"/>
      <w:docPartObj>
        <w:docPartGallery w:val="Page Numbers (Bottom of Page)"/>
        <w:docPartUnique/>
      </w:docPartObj>
    </w:sdtPr>
    <w:sdtContent>
      <w:p w14:paraId="549E13DD" w14:textId="763C7F83" w:rsidR="006F304F" w:rsidRDefault="006F304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A23978" w14:textId="77777777" w:rsidR="006F304F" w:rsidRDefault="006F30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B559F" w14:textId="77777777" w:rsidR="00771E5E" w:rsidRDefault="00771E5E" w:rsidP="001C7663">
      <w:r>
        <w:separator/>
      </w:r>
    </w:p>
  </w:footnote>
  <w:footnote w:type="continuationSeparator" w:id="0">
    <w:p w14:paraId="66870140" w14:textId="77777777" w:rsidR="00771E5E" w:rsidRDefault="00771E5E" w:rsidP="001C76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A3033"/>
    <w:multiLevelType w:val="hybridMultilevel"/>
    <w:tmpl w:val="A1722D84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12E6817"/>
    <w:multiLevelType w:val="hybridMultilevel"/>
    <w:tmpl w:val="C84EF7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30180"/>
    <w:multiLevelType w:val="hybridMultilevel"/>
    <w:tmpl w:val="6B06530C"/>
    <w:lvl w:ilvl="0" w:tplc="2C7C1D7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C6236"/>
    <w:multiLevelType w:val="hybridMultilevel"/>
    <w:tmpl w:val="00CC0E54"/>
    <w:lvl w:ilvl="0" w:tplc="00AC2C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E54D6F"/>
    <w:multiLevelType w:val="hybridMultilevel"/>
    <w:tmpl w:val="DAD01F3A"/>
    <w:lvl w:ilvl="0" w:tplc="2C7C1D7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C45321"/>
    <w:multiLevelType w:val="hybridMultilevel"/>
    <w:tmpl w:val="FA3C9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257A5E"/>
    <w:multiLevelType w:val="hybridMultilevel"/>
    <w:tmpl w:val="9A3A2A9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3C2E6C"/>
    <w:multiLevelType w:val="hybridMultilevel"/>
    <w:tmpl w:val="E0A4A4F8"/>
    <w:lvl w:ilvl="0" w:tplc="D5E8A6F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napToGrid/>
        <w:spacing w:val="9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2B1D8E"/>
    <w:multiLevelType w:val="hybridMultilevel"/>
    <w:tmpl w:val="0918216E"/>
    <w:lvl w:ilvl="0" w:tplc="32844C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napToGrid/>
        <w:spacing w:val="9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4607088">
    <w:abstractNumId w:val="5"/>
  </w:num>
  <w:num w:numId="2" w16cid:durableId="1714114831">
    <w:abstractNumId w:val="6"/>
  </w:num>
  <w:num w:numId="3" w16cid:durableId="1325279928">
    <w:abstractNumId w:val="1"/>
  </w:num>
  <w:num w:numId="4" w16cid:durableId="514348471">
    <w:abstractNumId w:val="2"/>
  </w:num>
  <w:num w:numId="5" w16cid:durableId="1377193639">
    <w:abstractNumId w:val="4"/>
  </w:num>
  <w:num w:numId="6" w16cid:durableId="77675044">
    <w:abstractNumId w:val="7"/>
  </w:num>
  <w:num w:numId="7" w16cid:durableId="1094328972">
    <w:abstractNumId w:val="8"/>
  </w:num>
  <w:num w:numId="8" w16cid:durableId="912276418">
    <w:abstractNumId w:val="3"/>
  </w:num>
  <w:num w:numId="9" w16cid:durableId="1333987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65D"/>
    <w:rsid w:val="00024B00"/>
    <w:rsid w:val="00042D0E"/>
    <w:rsid w:val="0005698B"/>
    <w:rsid w:val="00060E66"/>
    <w:rsid w:val="00062397"/>
    <w:rsid w:val="00066723"/>
    <w:rsid w:val="00077888"/>
    <w:rsid w:val="000848EE"/>
    <w:rsid w:val="00094D05"/>
    <w:rsid w:val="00096D18"/>
    <w:rsid w:val="000A4854"/>
    <w:rsid w:val="000A5E78"/>
    <w:rsid w:val="000B3F44"/>
    <w:rsid w:val="000B520D"/>
    <w:rsid w:val="000C702D"/>
    <w:rsid w:val="000C7D2D"/>
    <w:rsid w:val="000F17DC"/>
    <w:rsid w:val="000F23DD"/>
    <w:rsid w:val="00121AFD"/>
    <w:rsid w:val="00123DF9"/>
    <w:rsid w:val="00144FE6"/>
    <w:rsid w:val="00145699"/>
    <w:rsid w:val="001507C2"/>
    <w:rsid w:val="001517D4"/>
    <w:rsid w:val="00157208"/>
    <w:rsid w:val="00161A99"/>
    <w:rsid w:val="001635A9"/>
    <w:rsid w:val="00174795"/>
    <w:rsid w:val="00192BB8"/>
    <w:rsid w:val="001A5902"/>
    <w:rsid w:val="001A6012"/>
    <w:rsid w:val="001C7663"/>
    <w:rsid w:val="001D01AD"/>
    <w:rsid w:val="001D3089"/>
    <w:rsid w:val="001E198E"/>
    <w:rsid w:val="00212274"/>
    <w:rsid w:val="002139E3"/>
    <w:rsid w:val="00217584"/>
    <w:rsid w:val="002316F7"/>
    <w:rsid w:val="00232038"/>
    <w:rsid w:val="0024329F"/>
    <w:rsid w:val="00281A56"/>
    <w:rsid w:val="00285A75"/>
    <w:rsid w:val="00292A74"/>
    <w:rsid w:val="00295B5C"/>
    <w:rsid w:val="002A05FA"/>
    <w:rsid w:val="002A0D8A"/>
    <w:rsid w:val="002A3601"/>
    <w:rsid w:val="002C33D0"/>
    <w:rsid w:val="002C52E4"/>
    <w:rsid w:val="002D01D8"/>
    <w:rsid w:val="002D09CE"/>
    <w:rsid w:val="002D6E50"/>
    <w:rsid w:val="002E1D24"/>
    <w:rsid w:val="002E3B99"/>
    <w:rsid w:val="002F281C"/>
    <w:rsid w:val="002F55A3"/>
    <w:rsid w:val="00300332"/>
    <w:rsid w:val="00310749"/>
    <w:rsid w:val="003135E0"/>
    <w:rsid w:val="00327C24"/>
    <w:rsid w:val="00340E7E"/>
    <w:rsid w:val="00343E3B"/>
    <w:rsid w:val="00347FA7"/>
    <w:rsid w:val="00374E6D"/>
    <w:rsid w:val="003754B7"/>
    <w:rsid w:val="003B26FE"/>
    <w:rsid w:val="003E18E8"/>
    <w:rsid w:val="003E4E8B"/>
    <w:rsid w:val="003E7209"/>
    <w:rsid w:val="00404D62"/>
    <w:rsid w:val="004154F9"/>
    <w:rsid w:val="00421C54"/>
    <w:rsid w:val="00422F70"/>
    <w:rsid w:val="00433029"/>
    <w:rsid w:val="00463FC5"/>
    <w:rsid w:val="00480589"/>
    <w:rsid w:val="004813DE"/>
    <w:rsid w:val="00482FD2"/>
    <w:rsid w:val="004836B7"/>
    <w:rsid w:val="004A2F36"/>
    <w:rsid w:val="004B51C9"/>
    <w:rsid w:val="004D00DD"/>
    <w:rsid w:val="004D3724"/>
    <w:rsid w:val="004D742D"/>
    <w:rsid w:val="004E1B5B"/>
    <w:rsid w:val="004E4022"/>
    <w:rsid w:val="004E6738"/>
    <w:rsid w:val="004F3974"/>
    <w:rsid w:val="0050053A"/>
    <w:rsid w:val="0050505B"/>
    <w:rsid w:val="00517034"/>
    <w:rsid w:val="0052654E"/>
    <w:rsid w:val="00575170"/>
    <w:rsid w:val="00584D71"/>
    <w:rsid w:val="00593284"/>
    <w:rsid w:val="0059431A"/>
    <w:rsid w:val="00596427"/>
    <w:rsid w:val="005A6C5C"/>
    <w:rsid w:val="005D3B7B"/>
    <w:rsid w:val="005E0816"/>
    <w:rsid w:val="005E58BF"/>
    <w:rsid w:val="005F6A3F"/>
    <w:rsid w:val="00603AE4"/>
    <w:rsid w:val="006047D6"/>
    <w:rsid w:val="0061257D"/>
    <w:rsid w:val="00620BAE"/>
    <w:rsid w:val="0062497F"/>
    <w:rsid w:val="00625E66"/>
    <w:rsid w:val="00631EE6"/>
    <w:rsid w:val="006432E7"/>
    <w:rsid w:val="00650C56"/>
    <w:rsid w:val="006558AE"/>
    <w:rsid w:val="00670A9F"/>
    <w:rsid w:val="00677357"/>
    <w:rsid w:val="0068057C"/>
    <w:rsid w:val="006824B7"/>
    <w:rsid w:val="0068380E"/>
    <w:rsid w:val="006A00CB"/>
    <w:rsid w:val="006A1A63"/>
    <w:rsid w:val="006A3816"/>
    <w:rsid w:val="006A4D7C"/>
    <w:rsid w:val="006B117B"/>
    <w:rsid w:val="006B1A42"/>
    <w:rsid w:val="006B7034"/>
    <w:rsid w:val="006E293B"/>
    <w:rsid w:val="006F304F"/>
    <w:rsid w:val="006F425D"/>
    <w:rsid w:val="006F683F"/>
    <w:rsid w:val="006F726C"/>
    <w:rsid w:val="007011A5"/>
    <w:rsid w:val="00701DB8"/>
    <w:rsid w:val="00701F4D"/>
    <w:rsid w:val="0070349B"/>
    <w:rsid w:val="00710C1D"/>
    <w:rsid w:val="00717F42"/>
    <w:rsid w:val="0072224B"/>
    <w:rsid w:val="00722311"/>
    <w:rsid w:val="00723250"/>
    <w:rsid w:val="007339A9"/>
    <w:rsid w:val="007415AB"/>
    <w:rsid w:val="0074180D"/>
    <w:rsid w:val="007531C0"/>
    <w:rsid w:val="00756109"/>
    <w:rsid w:val="007668F0"/>
    <w:rsid w:val="00771E5E"/>
    <w:rsid w:val="0077314D"/>
    <w:rsid w:val="0077765D"/>
    <w:rsid w:val="00780D1A"/>
    <w:rsid w:val="0078246D"/>
    <w:rsid w:val="007832BB"/>
    <w:rsid w:val="00794ED0"/>
    <w:rsid w:val="007A7016"/>
    <w:rsid w:val="007C5562"/>
    <w:rsid w:val="007C7DF6"/>
    <w:rsid w:val="007E4DF5"/>
    <w:rsid w:val="007F6141"/>
    <w:rsid w:val="008106D7"/>
    <w:rsid w:val="008143E3"/>
    <w:rsid w:val="008163A9"/>
    <w:rsid w:val="0081726A"/>
    <w:rsid w:val="008224C9"/>
    <w:rsid w:val="00832D29"/>
    <w:rsid w:val="0083513A"/>
    <w:rsid w:val="00843D13"/>
    <w:rsid w:val="00846BEF"/>
    <w:rsid w:val="00867F83"/>
    <w:rsid w:val="008704C0"/>
    <w:rsid w:val="00875907"/>
    <w:rsid w:val="00894805"/>
    <w:rsid w:val="008B7671"/>
    <w:rsid w:val="008D34AD"/>
    <w:rsid w:val="008D361F"/>
    <w:rsid w:val="008D5A15"/>
    <w:rsid w:val="008E6459"/>
    <w:rsid w:val="00901E6F"/>
    <w:rsid w:val="00906F17"/>
    <w:rsid w:val="009214D7"/>
    <w:rsid w:val="00933EE2"/>
    <w:rsid w:val="009352E5"/>
    <w:rsid w:val="00937E44"/>
    <w:rsid w:val="0094707B"/>
    <w:rsid w:val="0095340E"/>
    <w:rsid w:val="00960B3F"/>
    <w:rsid w:val="00966784"/>
    <w:rsid w:val="00967818"/>
    <w:rsid w:val="00980921"/>
    <w:rsid w:val="00991621"/>
    <w:rsid w:val="0099559C"/>
    <w:rsid w:val="00996A9E"/>
    <w:rsid w:val="00997A0B"/>
    <w:rsid w:val="009A529D"/>
    <w:rsid w:val="009B7B30"/>
    <w:rsid w:val="009C4512"/>
    <w:rsid w:val="009D0DD1"/>
    <w:rsid w:val="009E02ED"/>
    <w:rsid w:val="009E28ED"/>
    <w:rsid w:val="009F0295"/>
    <w:rsid w:val="009F1878"/>
    <w:rsid w:val="009F30D7"/>
    <w:rsid w:val="009F474C"/>
    <w:rsid w:val="00A074B3"/>
    <w:rsid w:val="00A1668E"/>
    <w:rsid w:val="00A21FBC"/>
    <w:rsid w:val="00A25F6C"/>
    <w:rsid w:val="00A57B6E"/>
    <w:rsid w:val="00A60727"/>
    <w:rsid w:val="00A749E9"/>
    <w:rsid w:val="00A76C57"/>
    <w:rsid w:val="00A777CE"/>
    <w:rsid w:val="00A844CD"/>
    <w:rsid w:val="00A90B17"/>
    <w:rsid w:val="00AA43CB"/>
    <w:rsid w:val="00AC3BA9"/>
    <w:rsid w:val="00AD1309"/>
    <w:rsid w:val="00AE3327"/>
    <w:rsid w:val="00AE3A7B"/>
    <w:rsid w:val="00AF7B60"/>
    <w:rsid w:val="00B13852"/>
    <w:rsid w:val="00B22A19"/>
    <w:rsid w:val="00B27FB3"/>
    <w:rsid w:val="00B3433C"/>
    <w:rsid w:val="00B35DC9"/>
    <w:rsid w:val="00B4372F"/>
    <w:rsid w:val="00B45061"/>
    <w:rsid w:val="00B57281"/>
    <w:rsid w:val="00B74F50"/>
    <w:rsid w:val="00B846B1"/>
    <w:rsid w:val="00B925AE"/>
    <w:rsid w:val="00B9489A"/>
    <w:rsid w:val="00B974B9"/>
    <w:rsid w:val="00BB03CC"/>
    <w:rsid w:val="00BB23D9"/>
    <w:rsid w:val="00BD00EF"/>
    <w:rsid w:val="00BD21EC"/>
    <w:rsid w:val="00BD255A"/>
    <w:rsid w:val="00BD4248"/>
    <w:rsid w:val="00BD5473"/>
    <w:rsid w:val="00BE5204"/>
    <w:rsid w:val="00BF01B5"/>
    <w:rsid w:val="00BF26CF"/>
    <w:rsid w:val="00BF3C6A"/>
    <w:rsid w:val="00C07747"/>
    <w:rsid w:val="00C165C5"/>
    <w:rsid w:val="00C2174F"/>
    <w:rsid w:val="00C21A41"/>
    <w:rsid w:val="00C243DB"/>
    <w:rsid w:val="00C26238"/>
    <w:rsid w:val="00C31421"/>
    <w:rsid w:val="00C3424E"/>
    <w:rsid w:val="00C404FB"/>
    <w:rsid w:val="00C4387F"/>
    <w:rsid w:val="00C51EEC"/>
    <w:rsid w:val="00C66E23"/>
    <w:rsid w:val="00CB000D"/>
    <w:rsid w:val="00CB63C0"/>
    <w:rsid w:val="00CC40CC"/>
    <w:rsid w:val="00CD2715"/>
    <w:rsid w:val="00CE61D3"/>
    <w:rsid w:val="00D131AE"/>
    <w:rsid w:val="00D13E51"/>
    <w:rsid w:val="00D332F5"/>
    <w:rsid w:val="00D54253"/>
    <w:rsid w:val="00D66943"/>
    <w:rsid w:val="00D70000"/>
    <w:rsid w:val="00D704F0"/>
    <w:rsid w:val="00D723A8"/>
    <w:rsid w:val="00D73EE5"/>
    <w:rsid w:val="00D80781"/>
    <w:rsid w:val="00D921DA"/>
    <w:rsid w:val="00DA4010"/>
    <w:rsid w:val="00DA552A"/>
    <w:rsid w:val="00DB06CF"/>
    <w:rsid w:val="00DC4478"/>
    <w:rsid w:val="00DD4C5F"/>
    <w:rsid w:val="00DE5F42"/>
    <w:rsid w:val="00E078D6"/>
    <w:rsid w:val="00E1556B"/>
    <w:rsid w:val="00E347BC"/>
    <w:rsid w:val="00E36415"/>
    <w:rsid w:val="00E5640F"/>
    <w:rsid w:val="00E60A80"/>
    <w:rsid w:val="00E76C9A"/>
    <w:rsid w:val="00E82EB1"/>
    <w:rsid w:val="00E844DF"/>
    <w:rsid w:val="00E961C5"/>
    <w:rsid w:val="00E966AA"/>
    <w:rsid w:val="00EC48E8"/>
    <w:rsid w:val="00ED1B29"/>
    <w:rsid w:val="00ED364E"/>
    <w:rsid w:val="00EE4A15"/>
    <w:rsid w:val="00EF2021"/>
    <w:rsid w:val="00F011EB"/>
    <w:rsid w:val="00F11267"/>
    <w:rsid w:val="00F33112"/>
    <w:rsid w:val="00F52A6D"/>
    <w:rsid w:val="00F71774"/>
    <w:rsid w:val="00F75F37"/>
    <w:rsid w:val="00F86C37"/>
    <w:rsid w:val="00F91DC2"/>
    <w:rsid w:val="00F9629C"/>
    <w:rsid w:val="00F973B2"/>
    <w:rsid w:val="00F97F1C"/>
    <w:rsid w:val="00FA21B3"/>
    <w:rsid w:val="00FA59B4"/>
    <w:rsid w:val="00FB7D43"/>
    <w:rsid w:val="00FC2056"/>
    <w:rsid w:val="00FE2151"/>
    <w:rsid w:val="00FE2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F96A9E"/>
  <w15:docId w15:val="{EDFB73B1-CBC9-4F73-A457-537269FAF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1F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0C56"/>
    <w:pPr>
      <w:ind w:left="720"/>
      <w:contextualSpacing/>
    </w:pPr>
  </w:style>
  <w:style w:type="character" w:styleId="Hipercze">
    <w:name w:val="Hyperlink"/>
    <w:uiPriority w:val="99"/>
    <w:unhideWhenUsed/>
    <w:rsid w:val="001507C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1C7663"/>
  </w:style>
  <w:style w:type="character" w:customStyle="1" w:styleId="TekstprzypisukocowegoZnak">
    <w:name w:val="Tekst przypisu końcowego Znak"/>
    <w:basedOn w:val="Domylnaczcionkaakapitu"/>
    <w:link w:val="Tekstprzypisukocowego"/>
    <w:rsid w:val="001C7663"/>
  </w:style>
  <w:style w:type="character" w:styleId="Odwoanieprzypisukocowego">
    <w:name w:val="endnote reference"/>
    <w:rsid w:val="001C7663"/>
    <w:rPr>
      <w:vertAlign w:val="superscript"/>
    </w:rPr>
  </w:style>
  <w:style w:type="paragraph" w:styleId="Tekstdymka">
    <w:name w:val="Balloon Text"/>
    <w:basedOn w:val="Normalny"/>
    <w:link w:val="TekstdymkaZnak"/>
    <w:semiHidden/>
    <w:unhideWhenUsed/>
    <w:rsid w:val="007C7DF6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semiHidden/>
    <w:rsid w:val="007C7DF6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F973B2"/>
  </w:style>
  <w:style w:type="paragraph" w:styleId="Nagwek">
    <w:name w:val="header"/>
    <w:basedOn w:val="Normalny"/>
    <w:link w:val="NagwekZnak"/>
    <w:unhideWhenUsed/>
    <w:rsid w:val="00DC44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C4478"/>
  </w:style>
  <w:style w:type="paragraph" w:styleId="Stopka">
    <w:name w:val="footer"/>
    <w:basedOn w:val="Normalny"/>
    <w:link w:val="StopkaZnak"/>
    <w:uiPriority w:val="99"/>
    <w:unhideWhenUsed/>
    <w:rsid w:val="00DC44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4478"/>
  </w:style>
  <w:style w:type="character" w:styleId="Odwoaniedokomentarza">
    <w:name w:val="annotation reference"/>
    <w:basedOn w:val="Domylnaczcionkaakapitu"/>
    <w:semiHidden/>
    <w:unhideWhenUsed/>
    <w:rsid w:val="00327C2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27C24"/>
  </w:style>
  <w:style w:type="character" w:customStyle="1" w:styleId="TekstkomentarzaZnak">
    <w:name w:val="Tekst komentarza Znak"/>
    <w:basedOn w:val="Domylnaczcionkaakapitu"/>
    <w:link w:val="Tekstkomentarza"/>
    <w:semiHidden/>
    <w:rsid w:val="00327C24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27C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27C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7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man.sienski\Desktop\umowa%20&#262;WIEK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8BC14-7D24-4A2B-99B8-2D87E1966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ĆWIEK.dotx</Template>
  <TotalTime>0</TotalTime>
  <Pages>2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    -    Z L E C E N I E</vt:lpstr>
    </vt:vector>
  </TitlesOfParts>
  <Company>Microsoft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    -    Z L E C E N I E</dc:title>
  <dc:creator>roman.sienski</dc:creator>
  <cp:lastModifiedBy>Katarzyna Bawor - Nadleśnictwo Kolbudy</cp:lastModifiedBy>
  <cp:revision>2</cp:revision>
  <cp:lastPrinted>2021-06-28T08:09:00Z</cp:lastPrinted>
  <dcterms:created xsi:type="dcterms:W3CDTF">2026-02-02T07:44:00Z</dcterms:created>
  <dcterms:modified xsi:type="dcterms:W3CDTF">2026-02-02T07:44:00Z</dcterms:modified>
</cp:coreProperties>
</file>